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A4B" w:rsidRDefault="00515A4B" w:rsidP="00BE0C73">
      <w:pPr>
        <w:jc w:val="center"/>
        <w:rPr>
          <w:rFonts w:ascii="Comic Sans MS" w:hAnsi="Comic Sans MS"/>
          <w:sz w:val="28"/>
          <w:szCs w:val="28"/>
        </w:rPr>
      </w:pPr>
      <w:r w:rsidRPr="00BE0C73">
        <w:rPr>
          <w:rFonts w:ascii="Comic Sans MS" w:hAnsi="Comic Sans MS"/>
          <w:sz w:val="28"/>
          <w:szCs w:val="28"/>
        </w:rPr>
        <w:t>Gilgamesh Study Guide</w:t>
      </w:r>
    </w:p>
    <w:p w:rsidR="00515A4B" w:rsidRDefault="00515A4B" w:rsidP="00BE0C7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6</w:t>
      </w:r>
      <w:r w:rsidRPr="00BE0C73">
        <w:rPr>
          <w:rFonts w:ascii="Comic Sans MS" w:hAnsi="Comic Sans MS"/>
          <w:sz w:val="28"/>
          <w:szCs w:val="28"/>
          <w:vertAlign w:val="superscript"/>
        </w:rPr>
        <w:t>th</w:t>
      </w:r>
      <w:r>
        <w:rPr>
          <w:rFonts w:ascii="Comic Sans MS" w:hAnsi="Comic Sans MS"/>
          <w:sz w:val="28"/>
          <w:szCs w:val="28"/>
        </w:rPr>
        <w:t xml:space="preserve"> Grade Language Arts</w:t>
      </w:r>
    </w:p>
    <w:p w:rsidR="00515A4B" w:rsidRDefault="00515A4B" w:rsidP="00BE0C73">
      <w:pPr>
        <w:jc w:val="center"/>
        <w:rPr>
          <w:rFonts w:ascii="Comic Sans MS" w:hAnsi="Comic Sans MS"/>
          <w:sz w:val="28"/>
          <w:szCs w:val="28"/>
        </w:rPr>
      </w:pPr>
    </w:p>
    <w:p w:rsidR="00515A4B" w:rsidRPr="00BE0C73" w:rsidRDefault="00515A4B" w:rsidP="00BE0C73">
      <w:pPr>
        <w:rPr>
          <w:rFonts w:ascii="Comic Sans MS" w:hAnsi="Comic Sans MS"/>
          <w:sz w:val="28"/>
          <w:szCs w:val="28"/>
          <w:u w:val="single"/>
        </w:rPr>
      </w:pPr>
      <w:r w:rsidRPr="00BE0C73">
        <w:rPr>
          <w:rFonts w:ascii="Comic Sans MS" w:hAnsi="Comic Sans MS"/>
          <w:sz w:val="28"/>
          <w:szCs w:val="28"/>
          <w:u w:val="single"/>
        </w:rPr>
        <w:t>Characters – Who are they?</w:t>
      </w:r>
    </w:p>
    <w:p w:rsidR="00515A4B" w:rsidRDefault="00515A4B" w:rsidP="00BE0C7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Gilgamesh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Anu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Bull of Heaven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</w:p>
    <w:p w:rsidR="00515A4B" w:rsidRDefault="00515A4B" w:rsidP="00BE0C7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Enkidu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Hunter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Hattie</w:t>
      </w:r>
    </w:p>
    <w:p w:rsidR="00515A4B" w:rsidRDefault="00515A4B" w:rsidP="00BE0C7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Huwawa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Enlil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Ea</w:t>
      </w:r>
    </w:p>
    <w:p w:rsidR="00515A4B" w:rsidRDefault="00515A4B" w:rsidP="00BE0C7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Shamash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Siduri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Saba</w:t>
      </w:r>
    </w:p>
    <w:p w:rsidR="00515A4B" w:rsidRDefault="00515A4B" w:rsidP="00BE0C7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Ishtar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Ninsun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Scorpion Man</w:t>
      </w:r>
    </w:p>
    <w:p w:rsidR="00515A4B" w:rsidRPr="00BE0C73" w:rsidRDefault="00515A4B" w:rsidP="00BE0C7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Urshanabi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Utnapishtim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Nurgal</w:t>
      </w:r>
    </w:p>
    <w:p w:rsidR="00515A4B" w:rsidRPr="00BE0C73" w:rsidRDefault="00515A4B" w:rsidP="00BE0C73">
      <w:pPr>
        <w:rPr>
          <w:rFonts w:ascii="Comic Sans MS" w:hAnsi="Comic Sans MS"/>
          <w:sz w:val="28"/>
          <w:szCs w:val="28"/>
          <w:u w:val="single"/>
        </w:rPr>
      </w:pPr>
      <w:r w:rsidRPr="00BE0C73">
        <w:rPr>
          <w:rFonts w:ascii="Comic Sans MS" w:hAnsi="Comic Sans MS"/>
          <w:sz w:val="28"/>
          <w:szCs w:val="28"/>
          <w:u w:val="single"/>
        </w:rPr>
        <w:t>Settings/Places</w:t>
      </w:r>
    </w:p>
    <w:p w:rsidR="00515A4B" w:rsidRDefault="00515A4B" w:rsidP="00BE0C7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Tigris River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Euphrates River</w:t>
      </w:r>
      <w:r>
        <w:rPr>
          <w:rFonts w:ascii="Comic Sans MS" w:hAnsi="Comic Sans MS"/>
          <w:sz w:val="24"/>
          <w:szCs w:val="24"/>
        </w:rPr>
        <w:tab/>
        <w:t>the Ocean</w:t>
      </w:r>
    </w:p>
    <w:p w:rsidR="00515A4B" w:rsidRDefault="00515A4B" w:rsidP="00BE0C7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Mashu Mountains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River of Death</w:t>
      </w:r>
      <w:r>
        <w:rPr>
          <w:rFonts w:ascii="Comic Sans MS" w:hAnsi="Comic Sans MS"/>
          <w:sz w:val="24"/>
          <w:szCs w:val="24"/>
        </w:rPr>
        <w:tab/>
        <w:t>Paradise Shore</w:t>
      </w:r>
    </w:p>
    <w:p w:rsidR="00515A4B" w:rsidRPr="00BE0C73" w:rsidRDefault="00515A4B" w:rsidP="00BE0C7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Shurrupak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Uruk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Garden of the Gods</w:t>
      </w:r>
    </w:p>
    <w:p w:rsidR="00515A4B" w:rsidRDefault="00515A4B" w:rsidP="00BE0C73">
      <w:pPr>
        <w:rPr>
          <w:rFonts w:ascii="Comic Sans MS" w:hAnsi="Comic Sans MS"/>
          <w:sz w:val="28"/>
          <w:szCs w:val="28"/>
        </w:rPr>
      </w:pPr>
      <w:r w:rsidRPr="00BE0C73">
        <w:rPr>
          <w:rFonts w:ascii="Comic Sans MS" w:hAnsi="Comic Sans MS"/>
          <w:sz w:val="28"/>
          <w:szCs w:val="28"/>
          <w:u w:val="single"/>
        </w:rPr>
        <w:t>Order of Events</w:t>
      </w:r>
      <w:r>
        <w:rPr>
          <w:rFonts w:ascii="Comic Sans MS" w:hAnsi="Comic Sans MS"/>
          <w:sz w:val="28"/>
          <w:szCs w:val="28"/>
          <w:u w:val="single"/>
        </w:rPr>
        <w:t xml:space="preserve"> </w:t>
      </w:r>
    </w:p>
    <w:p w:rsidR="00515A4B" w:rsidRPr="00BE0C73" w:rsidRDefault="00515A4B" w:rsidP="00BE0C73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Using your interpretive map, review what happens in each chapter so you’ll remember what happened in what order.</w:t>
      </w:r>
    </w:p>
    <w:p w:rsidR="00515A4B" w:rsidRDefault="00515A4B" w:rsidP="00BE0C73">
      <w:pPr>
        <w:rPr>
          <w:rFonts w:ascii="Comic Sans MS" w:hAnsi="Comic Sans MS"/>
          <w:sz w:val="28"/>
          <w:szCs w:val="28"/>
        </w:rPr>
      </w:pPr>
      <w:r w:rsidRPr="00C421EB">
        <w:rPr>
          <w:rFonts w:ascii="Comic Sans MS" w:hAnsi="Comic Sans MS"/>
          <w:sz w:val="28"/>
          <w:szCs w:val="28"/>
          <w:u w:val="single"/>
        </w:rPr>
        <w:t>Epic Poem Elements</w:t>
      </w:r>
      <w:r>
        <w:rPr>
          <w:rFonts w:ascii="Comic Sans MS" w:hAnsi="Comic Sans MS"/>
          <w:sz w:val="28"/>
          <w:szCs w:val="28"/>
        </w:rPr>
        <w:t xml:space="preserve"> – Review the epic poem elements. Be able to identify one example from the story which makes </w:t>
      </w:r>
      <w:r w:rsidRPr="00AD03D0">
        <w:rPr>
          <w:rFonts w:ascii="Comic Sans MS" w:hAnsi="Comic Sans MS"/>
          <w:sz w:val="28"/>
          <w:szCs w:val="28"/>
          <w:u w:val="single"/>
        </w:rPr>
        <w:t>Gilgamesh</w:t>
      </w:r>
      <w:r>
        <w:rPr>
          <w:rFonts w:ascii="Comic Sans MS" w:hAnsi="Comic Sans MS"/>
          <w:sz w:val="28"/>
          <w:szCs w:val="28"/>
        </w:rPr>
        <w:t xml:space="preserve"> an Epic Poem.  </w:t>
      </w:r>
    </w:p>
    <w:p w:rsidR="00515A4B" w:rsidRPr="00BE0C73" w:rsidRDefault="00515A4B" w:rsidP="00BE0C73">
      <w:pPr>
        <w:rPr>
          <w:rFonts w:ascii="Comic Sans MS" w:hAnsi="Comic Sans MS"/>
          <w:sz w:val="28"/>
          <w:szCs w:val="28"/>
        </w:rPr>
      </w:pPr>
    </w:p>
    <w:sectPr w:rsidR="00515A4B" w:rsidRPr="00BE0C73" w:rsidSect="00FA2C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0C73"/>
    <w:rsid w:val="00515A4B"/>
    <w:rsid w:val="00983E30"/>
    <w:rsid w:val="009E26B7"/>
    <w:rsid w:val="00AD03D0"/>
    <w:rsid w:val="00AF5847"/>
    <w:rsid w:val="00BE0C73"/>
    <w:rsid w:val="00C421EB"/>
    <w:rsid w:val="00E43C02"/>
    <w:rsid w:val="00EE7DB8"/>
    <w:rsid w:val="00FA2C13"/>
    <w:rsid w:val="00FA5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C1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96</Words>
  <Characters>553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Gilgamesh Study Guide</dc:title>
  <dc:subject/>
  <dc:creator>kclayton</dc:creator>
  <cp:keywords/>
  <dc:description/>
  <cp:lastModifiedBy>shharriman</cp:lastModifiedBy>
  <cp:revision>2</cp:revision>
  <cp:lastPrinted>2010-10-19T20:12:00Z</cp:lastPrinted>
  <dcterms:created xsi:type="dcterms:W3CDTF">2010-10-24T16:47:00Z</dcterms:created>
  <dcterms:modified xsi:type="dcterms:W3CDTF">2010-10-24T16:47:00Z</dcterms:modified>
</cp:coreProperties>
</file>